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09204F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804939">
        <w:rPr>
          <w:rStyle w:val="Strong"/>
          <w:rFonts w:asciiTheme="minorHAnsi" w:hAnsiTheme="minorHAnsi" w:cstheme="minorHAnsi"/>
          <w:lang w:val="en-GB"/>
        </w:rPr>
        <w:t>4</w:t>
      </w:r>
      <w:r w:rsidR="0025557D">
        <w:rPr>
          <w:rStyle w:val="Strong"/>
          <w:rFonts w:asciiTheme="minorHAnsi" w:hAnsiTheme="minorHAnsi" w:cstheme="minorHAnsi"/>
          <w:lang w:val="en-GB"/>
        </w:rPr>
        <w:t>6</w:t>
      </w:r>
      <w:bookmarkEnd w:id="0"/>
      <w:r w:rsidR="002A03D5">
        <w:rPr>
          <w:rStyle w:val="Strong"/>
          <w:rFonts w:asciiTheme="minorHAnsi" w:hAnsiTheme="minorHAnsi" w:cstheme="minorHAnsi"/>
          <w:lang w:val="en-GB"/>
        </w:rPr>
        <w:t>-G002-23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CF73F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4EE5B02C" w:rsidR="00CF73FA" w:rsidRPr="00A33618" w:rsidRDefault="00CF73FA" w:rsidP="00CF73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2CE463D0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9698DCF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CF73F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32055E50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00C42509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E499B15" w:rsidR="00CF73FA" w:rsidRPr="00532E97" w:rsidRDefault="004C0127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96936">
              <w:rPr>
                <w:rFonts w:ascii="Calibri" w:hAnsi="Calibri"/>
                <w:szCs w:val="20"/>
              </w:rPr>
              <w:t>7</w:t>
            </w:r>
            <w:r w:rsidR="00CF73F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5AA932A5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2377565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B38522D" w:rsidR="00CF73FA" w:rsidRPr="00030E1F" w:rsidRDefault="00096936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CF73FA">
              <w:rPr>
                <w:rFonts w:ascii="Calibri" w:hAnsi="Calibri"/>
                <w:szCs w:val="20"/>
              </w:rPr>
              <w:t>/</w:t>
            </w:r>
            <w:r w:rsidR="004C0127">
              <w:rPr>
                <w:rFonts w:ascii="Calibri" w:hAnsi="Calibri"/>
                <w:szCs w:val="20"/>
              </w:rPr>
              <w:t>03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06A4C28D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16DE7F6A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670A624" w:rsidR="00CF73FA" w:rsidRPr="0025557D" w:rsidRDefault="004C0127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CF73F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55D7BA2E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5279B43C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499B0A0" w:rsidR="00CF73FA" w:rsidRPr="00030E1F" w:rsidRDefault="00096936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CF73FA">
              <w:rPr>
                <w:rFonts w:ascii="Calibri" w:hAnsi="Calibri"/>
                <w:szCs w:val="20"/>
              </w:rPr>
              <w:t>/0</w:t>
            </w:r>
            <w:r w:rsidR="004C0127">
              <w:rPr>
                <w:rFonts w:ascii="Calibri" w:hAnsi="Calibri"/>
                <w:szCs w:val="20"/>
              </w:rPr>
              <w:t>4</w:t>
            </w:r>
            <w:r w:rsidR="00CF73FA">
              <w:rPr>
                <w:rFonts w:ascii="Calibri" w:hAnsi="Calibri"/>
                <w:szCs w:val="20"/>
              </w:rPr>
              <w:t>/2023</w:t>
            </w:r>
            <w:r>
              <w:rPr>
                <w:rFonts w:ascii="Calibri" w:hAnsi="Calibri"/>
                <w:szCs w:val="20"/>
              </w:rPr>
              <w:t xml:space="preserve"> (17:00pm)</w:t>
            </w:r>
          </w:p>
        </w:tc>
      </w:tr>
      <w:tr w:rsidR="00CF73F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216B9619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B3DAD12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7B2429A" w:rsidR="00CF73FA" w:rsidRPr="00532E97" w:rsidRDefault="00096936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4C0127">
              <w:rPr>
                <w:rFonts w:ascii="Calibri" w:hAnsi="Calibri"/>
                <w:szCs w:val="20"/>
              </w:rPr>
              <w:t>/</w:t>
            </w:r>
            <w:r w:rsidR="00CF73FA">
              <w:rPr>
                <w:rFonts w:ascii="Calibri" w:hAnsi="Calibri"/>
                <w:szCs w:val="20"/>
              </w:rPr>
              <w:t>0</w:t>
            </w:r>
            <w:r w:rsidR="004C0127">
              <w:rPr>
                <w:rFonts w:ascii="Calibri" w:hAnsi="Calibri"/>
                <w:szCs w:val="20"/>
              </w:rPr>
              <w:t>4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0235AAEF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601FE7B5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74DDF94" w:rsidR="00CF73FA" w:rsidRPr="00532E97" w:rsidRDefault="00096936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CF73FA">
              <w:rPr>
                <w:rFonts w:ascii="Calibri" w:hAnsi="Calibri"/>
                <w:szCs w:val="20"/>
              </w:rPr>
              <w:t>/0</w:t>
            </w:r>
            <w:r w:rsidR="004C0127">
              <w:rPr>
                <w:rFonts w:ascii="Calibri" w:hAnsi="Calibri"/>
                <w:szCs w:val="20"/>
              </w:rPr>
              <w:t>4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9A4B022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6FC12ED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258C8E1" w:rsidR="00CF73FA" w:rsidRPr="00532E97" w:rsidRDefault="000D7B73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096936">
              <w:rPr>
                <w:rFonts w:ascii="Calibri" w:hAnsi="Calibri"/>
                <w:szCs w:val="20"/>
              </w:rPr>
              <w:t>3</w:t>
            </w:r>
            <w:r w:rsidR="00CF73F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260B748F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CD395AA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D95E74" w:rsidR="00CF73FA" w:rsidRPr="00532E97" w:rsidRDefault="000D7B73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096936">
              <w:rPr>
                <w:rFonts w:ascii="Calibri" w:hAnsi="Calibri"/>
                <w:szCs w:val="20"/>
              </w:rPr>
              <w:t>4</w:t>
            </w:r>
            <w:r w:rsidR="00CF73F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60ADDFE1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0FBA1567" w:rsidR="00CF73FA" w:rsidRPr="00A33618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06E3DF6" w:rsidR="00CF73FA" w:rsidRPr="00532E97" w:rsidRDefault="000D7B73" w:rsidP="004C01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096936">
              <w:rPr>
                <w:rFonts w:ascii="Calibri" w:hAnsi="Calibri"/>
                <w:szCs w:val="20"/>
              </w:rPr>
              <w:t>5</w:t>
            </w:r>
            <w:r w:rsidR="00CF73F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7B191" w14:textId="77777777" w:rsidR="001A3341" w:rsidRDefault="001A3341">
      <w:r>
        <w:separator/>
      </w:r>
    </w:p>
  </w:endnote>
  <w:endnote w:type="continuationSeparator" w:id="0">
    <w:p w14:paraId="095AB6E7" w14:textId="77777777" w:rsidR="001A3341" w:rsidRDefault="001A3341">
      <w:r>
        <w:continuationSeparator/>
      </w:r>
    </w:p>
  </w:endnote>
  <w:endnote w:type="continuationNotice" w:id="1">
    <w:p w14:paraId="1E16EE47" w14:textId="77777777" w:rsidR="001A3341" w:rsidRDefault="001A3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C0127" w:rsidRPr="004C012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C0127" w:rsidRPr="004C012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978C71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96936">
      <w:rPr>
        <w:noProof/>
      </w:rPr>
      <w:t>2023-03-27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CDC29" w14:textId="77777777" w:rsidR="001A3341" w:rsidRDefault="001A3341">
      <w:r>
        <w:separator/>
      </w:r>
    </w:p>
  </w:footnote>
  <w:footnote w:type="continuationSeparator" w:id="0">
    <w:p w14:paraId="3D7DA901" w14:textId="77777777" w:rsidR="001A3341" w:rsidRDefault="001A3341">
      <w:r>
        <w:continuationSeparator/>
      </w:r>
    </w:p>
  </w:footnote>
  <w:footnote w:type="continuationNotice" w:id="1">
    <w:p w14:paraId="0327E2EA" w14:textId="77777777" w:rsidR="001A3341" w:rsidRDefault="001A3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834442">
    <w:abstractNumId w:val="1"/>
  </w:num>
  <w:num w:numId="2" w16cid:durableId="393166289">
    <w:abstractNumId w:val="10"/>
  </w:num>
  <w:num w:numId="3" w16cid:durableId="189611481">
    <w:abstractNumId w:val="11"/>
  </w:num>
  <w:num w:numId="4" w16cid:durableId="432552723">
    <w:abstractNumId w:val="4"/>
  </w:num>
  <w:num w:numId="5" w16cid:durableId="102967252">
    <w:abstractNumId w:val="3"/>
  </w:num>
  <w:num w:numId="6" w16cid:durableId="880508807">
    <w:abstractNumId w:val="7"/>
  </w:num>
  <w:num w:numId="7" w16cid:durableId="366297723">
    <w:abstractNumId w:val="5"/>
  </w:num>
  <w:num w:numId="8" w16cid:durableId="1305038759">
    <w:abstractNumId w:val="9"/>
  </w:num>
  <w:num w:numId="9" w16cid:durableId="904266303">
    <w:abstractNumId w:val="0"/>
  </w:num>
  <w:num w:numId="10" w16cid:durableId="523329949">
    <w:abstractNumId w:val="8"/>
  </w:num>
  <w:num w:numId="11" w16cid:durableId="935870884">
    <w:abstractNumId w:val="2"/>
  </w:num>
  <w:num w:numId="12" w16cid:durableId="166516241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936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C7D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B73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3341"/>
    <w:rsid w:val="001A7874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3D5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26D9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27"/>
    <w:rsid w:val="004C01C3"/>
    <w:rsid w:val="004C0821"/>
    <w:rsid w:val="004C24D6"/>
    <w:rsid w:val="004C3860"/>
    <w:rsid w:val="004C6435"/>
    <w:rsid w:val="004C7826"/>
    <w:rsid w:val="004D23FC"/>
    <w:rsid w:val="004D2C41"/>
    <w:rsid w:val="004D3897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3FA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39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E6FD05-145B-485A-AA95-109C7840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23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2023-01-23T19:18:00Z</dcterms:created>
  <dcterms:modified xsi:type="dcterms:W3CDTF">2023-03-27T02:21:00Z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